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5DF6E592" w:rsidR="00071526" w:rsidRPr="00071526" w:rsidRDefault="00071526" w:rsidP="00071526"/>
    <w:p w14:paraId="415A3E38" w14:textId="7777777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77777777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D6B03" wp14:editId="4CBF0B2F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21EA29BF" w:rsidR="00071526" w:rsidRPr="004B4EC8" w:rsidRDefault="00AE6778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Como funciona um computador?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21EA29BF" w:rsidR="00071526" w:rsidRPr="004B4EC8" w:rsidRDefault="00AE6778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Como funciona um computador?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CF3A6" wp14:editId="351DCFAB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30" style="position:absolute;left:0;text-align:left;margin-left:-38.8pt;margin-top:8.1pt;width:72.6pt;height:28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7825A1D1" w14:textId="4DCF9919" w:rsidR="00D450A3" w:rsidRDefault="00901861" w:rsidP="00D223E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F0AAE">
        <w:rPr>
          <w:rFonts w:ascii="Arial" w:hAnsi="Arial" w:cs="Arial"/>
        </w:rPr>
        <w:t>.</w:t>
      </w:r>
      <w:r w:rsidR="0084498A">
        <w:rPr>
          <w:rFonts w:ascii="Arial" w:hAnsi="Arial" w:cs="Arial"/>
        </w:rPr>
        <w:t xml:space="preserve"> </w:t>
      </w:r>
      <w:r w:rsidR="001E18F5">
        <w:rPr>
          <w:rFonts w:ascii="Arial" w:hAnsi="Arial" w:cs="Arial"/>
        </w:rPr>
        <w:t xml:space="preserve">Completa as frases com as palavras correspondentes. </w:t>
      </w:r>
    </w:p>
    <w:p w14:paraId="0AAD2217" w14:textId="77777777" w:rsidR="00923B56" w:rsidRPr="001E18F5" w:rsidRDefault="00923B56" w:rsidP="00923B56">
      <w:pPr>
        <w:spacing w:line="360" w:lineRule="auto"/>
        <w:jc w:val="both"/>
        <w:rPr>
          <w:rFonts w:ascii="Arial" w:hAnsi="Arial" w:cs="Arial"/>
        </w:rPr>
      </w:pPr>
    </w:p>
    <w:p w14:paraId="2F01938A" w14:textId="3FC8A8ED" w:rsidR="00923B56" w:rsidRPr="00C31926" w:rsidRDefault="001E18F5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C31926">
        <w:rPr>
          <w:rFonts w:ascii="Arial" w:hAnsi="Arial" w:cs="Arial"/>
          <w:sz w:val="32"/>
          <w:szCs w:val="32"/>
        </w:rPr>
        <w:t>A)</w:t>
      </w:r>
      <w:r w:rsidR="00326593" w:rsidRPr="00C31926">
        <w:rPr>
          <w:rFonts w:ascii="Arial" w:hAnsi="Arial" w:cs="Arial"/>
          <w:sz w:val="32"/>
          <w:szCs w:val="32"/>
        </w:rPr>
        <w:t xml:space="preserve"> </w:t>
      </w:r>
      <w:r w:rsidR="00376F69">
        <w:rPr>
          <w:rFonts w:ascii="Arial" w:hAnsi="Arial" w:cs="Arial"/>
          <w:sz w:val="32"/>
          <w:szCs w:val="32"/>
        </w:rPr>
        <w:t>O</w:t>
      </w:r>
      <w:r w:rsidR="00C31926">
        <w:rPr>
          <w:rFonts w:ascii="Arial" w:hAnsi="Arial" w:cs="Arial"/>
          <w:sz w:val="32"/>
          <w:szCs w:val="32"/>
        </w:rPr>
        <w:t xml:space="preserve"> </w:t>
      </w:r>
      <w:r w:rsidR="00E14FE3" w:rsidRPr="00C31926">
        <w:rPr>
          <w:rFonts w:ascii="Arial" w:hAnsi="Arial" w:cs="Arial"/>
          <w:sz w:val="32"/>
          <w:szCs w:val="32"/>
        </w:rPr>
        <w:t>_______</w:t>
      </w:r>
      <w:r w:rsidR="00DB220A" w:rsidRPr="00C31926">
        <w:rPr>
          <w:rFonts w:ascii="Arial" w:hAnsi="Arial" w:cs="Arial"/>
          <w:sz w:val="32"/>
          <w:szCs w:val="32"/>
        </w:rPr>
        <w:t xml:space="preserve">__ </w:t>
      </w:r>
      <w:r w:rsidR="00E14FE3" w:rsidRPr="00C31926">
        <w:rPr>
          <w:rFonts w:ascii="Arial" w:hAnsi="Arial" w:cs="Arial"/>
          <w:sz w:val="32"/>
          <w:szCs w:val="32"/>
        </w:rPr>
        <w:t>no interior do computador segue instruções que foram criadas por humanos.</w:t>
      </w:r>
    </w:p>
    <w:p w14:paraId="1A12FF3D" w14:textId="138D2F57" w:rsidR="00E14FE3" w:rsidRPr="00C31926" w:rsidRDefault="00E14FE3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</w:p>
    <w:p w14:paraId="2A5DE164" w14:textId="7A77DCD3" w:rsidR="00E14FE3" w:rsidRPr="00C31926" w:rsidRDefault="001E18F5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C31926">
        <w:rPr>
          <w:rFonts w:ascii="Arial" w:hAnsi="Arial" w:cs="Arial"/>
          <w:sz w:val="32"/>
          <w:szCs w:val="32"/>
        </w:rPr>
        <w:t>B)</w:t>
      </w:r>
      <w:r w:rsidR="00E14FE3" w:rsidRPr="00C31926">
        <w:rPr>
          <w:rFonts w:ascii="Arial" w:hAnsi="Arial" w:cs="Arial"/>
          <w:sz w:val="32"/>
          <w:szCs w:val="32"/>
        </w:rPr>
        <w:t xml:space="preserve"> </w:t>
      </w:r>
      <w:r w:rsidR="00326593" w:rsidRPr="00C31926">
        <w:rPr>
          <w:rFonts w:ascii="Arial" w:hAnsi="Arial" w:cs="Arial"/>
          <w:sz w:val="32"/>
          <w:szCs w:val="32"/>
        </w:rPr>
        <w:t xml:space="preserve">O </w:t>
      </w:r>
      <w:r w:rsidR="00E14FE3" w:rsidRPr="00C31926">
        <w:rPr>
          <w:rFonts w:ascii="Arial" w:hAnsi="Arial" w:cs="Arial"/>
          <w:sz w:val="32"/>
          <w:szCs w:val="32"/>
        </w:rPr>
        <w:t>_______</w:t>
      </w:r>
      <w:r w:rsidR="00DB220A" w:rsidRPr="00C31926">
        <w:rPr>
          <w:rFonts w:ascii="Arial" w:hAnsi="Arial" w:cs="Arial"/>
          <w:sz w:val="32"/>
          <w:szCs w:val="32"/>
        </w:rPr>
        <w:t>____</w:t>
      </w:r>
      <w:r w:rsidR="00E14FE3" w:rsidRPr="00C31926">
        <w:rPr>
          <w:rFonts w:ascii="Arial" w:hAnsi="Arial" w:cs="Arial"/>
          <w:sz w:val="32"/>
          <w:szCs w:val="32"/>
        </w:rPr>
        <w:t xml:space="preserve"> "recorda-se" de coisas dentro do computador.</w:t>
      </w:r>
    </w:p>
    <w:p w14:paraId="29088817" w14:textId="77777777" w:rsidR="00923B56" w:rsidRPr="00C31926" w:rsidRDefault="00923B56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</w:p>
    <w:p w14:paraId="12CFFCAC" w14:textId="1CC8360F" w:rsidR="00923B56" w:rsidRPr="00C31926" w:rsidRDefault="001E18F5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C31926">
        <w:rPr>
          <w:rFonts w:ascii="Arial" w:hAnsi="Arial" w:cs="Arial"/>
          <w:sz w:val="32"/>
          <w:szCs w:val="32"/>
        </w:rPr>
        <w:t>C)</w:t>
      </w:r>
      <w:r w:rsidR="00326593" w:rsidRPr="00C31926">
        <w:rPr>
          <w:rFonts w:ascii="Arial" w:hAnsi="Arial" w:cs="Arial"/>
          <w:sz w:val="32"/>
          <w:szCs w:val="32"/>
        </w:rPr>
        <w:t xml:space="preserve"> Quando o computador está a seguir instruções e a tomar decisões dizemos que é</w:t>
      </w:r>
      <w:r w:rsidR="00376F69">
        <w:rPr>
          <w:rFonts w:ascii="Arial" w:hAnsi="Arial" w:cs="Arial"/>
          <w:sz w:val="32"/>
          <w:szCs w:val="32"/>
        </w:rPr>
        <w:t xml:space="preserve"> o </w:t>
      </w:r>
      <w:r w:rsidR="00C31926">
        <w:rPr>
          <w:rFonts w:ascii="Arial" w:hAnsi="Arial" w:cs="Arial"/>
          <w:sz w:val="32"/>
          <w:szCs w:val="32"/>
        </w:rPr>
        <w:t xml:space="preserve"> </w:t>
      </w:r>
      <w:r w:rsidR="00326593" w:rsidRPr="00C31926">
        <w:rPr>
          <w:rFonts w:ascii="Arial" w:hAnsi="Arial" w:cs="Arial"/>
          <w:sz w:val="32"/>
          <w:szCs w:val="32"/>
        </w:rPr>
        <w:t>__________</w:t>
      </w:r>
      <w:r w:rsidR="00DB220A" w:rsidRPr="00C31926">
        <w:rPr>
          <w:rFonts w:ascii="Arial" w:hAnsi="Arial" w:cs="Arial"/>
          <w:sz w:val="32"/>
          <w:szCs w:val="32"/>
        </w:rPr>
        <w:t>_</w:t>
      </w:r>
      <w:r w:rsidR="00326593" w:rsidRPr="00C31926">
        <w:rPr>
          <w:rFonts w:ascii="Arial" w:hAnsi="Arial" w:cs="Arial"/>
          <w:sz w:val="32"/>
          <w:szCs w:val="32"/>
        </w:rPr>
        <w:t>______</w:t>
      </w:r>
      <w:r w:rsidR="00DB220A" w:rsidRPr="00C31926">
        <w:rPr>
          <w:rFonts w:ascii="Arial" w:hAnsi="Arial" w:cs="Arial"/>
          <w:sz w:val="32"/>
          <w:szCs w:val="32"/>
        </w:rPr>
        <w:t>.</w:t>
      </w:r>
    </w:p>
    <w:p w14:paraId="501D0BA7" w14:textId="77777777" w:rsidR="00923B56" w:rsidRPr="00C31926" w:rsidRDefault="00923B56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</w:p>
    <w:p w14:paraId="048454D9" w14:textId="5223AFA4" w:rsidR="00D223E7" w:rsidRPr="00C31926" w:rsidRDefault="001E18F5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C31926">
        <w:rPr>
          <w:rFonts w:ascii="Arial" w:hAnsi="Arial" w:cs="Arial"/>
          <w:sz w:val="32"/>
          <w:szCs w:val="32"/>
        </w:rPr>
        <w:t xml:space="preserve">D) </w:t>
      </w:r>
      <w:r w:rsidR="00DB220A" w:rsidRPr="00C31926">
        <w:rPr>
          <w:rFonts w:ascii="Arial" w:hAnsi="Arial" w:cs="Arial"/>
          <w:sz w:val="32"/>
          <w:szCs w:val="32"/>
        </w:rPr>
        <w:t xml:space="preserve">O </w:t>
      </w:r>
      <w:r w:rsidRPr="00C31926">
        <w:rPr>
          <w:rFonts w:ascii="Arial" w:hAnsi="Arial" w:cs="Arial"/>
          <w:sz w:val="32"/>
          <w:szCs w:val="32"/>
        </w:rPr>
        <w:t>__________ diz ao computador que quer que ele faça alguma coisa.</w:t>
      </w:r>
    </w:p>
    <w:p w14:paraId="7D000C5C" w14:textId="0F1D35B4" w:rsidR="001E18F5" w:rsidRPr="00C31926" w:rsidRDefault="001E18F5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</w:p>
    <w:p w14:paraId="0C14A57C" w14:textId="5F04AFD9" w:rsidR="001E18F5" w:rsidRPr="00C31926" w:rsidRDefault="001E18F5" w:rsidP="001E18F5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C31926">
        <w:rPr>
          <w:rFonts w:ascii="Arial" w:hAnsi="Arial" w:cs="Arial"/>
          <w:sz w:val="32"/>
          <w:szCs w:val="32"/>
        </w:rPr>
        <w:t xml:space="preserve">E) </w:t>
      </w:r>
      <w:r w:rsidR="00DB220A" w:rsidRPr="00C31926">
        <w:rPr>
          <w:rFonts w:ascii="Arial" w:hAnsi="Arial" w:cs="Arial"/>
          <w:sz w:val="32"/>
          <w:szCs w:val="32"/>
        </w:rPr>
        <w:t>O__</w:t>
      </w:r>
      <w:r w:rsidRPr="00C31926">
        <w:rPr>
          <w:rFonts w:ascii="Arial" w:hAnsi="Arial" w:cs="Arial"/>
          <w:sz w:val="32"/>
          <w:szCs w:val="32"/>
        </w:rPr>
        <w:t>_______ mostra informações no computador.</w:t>
      </w:r>
    </w:p>
    <w:p w14:paraId="5917B734" w14:textId="6ECB683C" w:rsidR="009058B4" w:rsidRPr="00EE47B9" w:rsidRDefault="00C31926" w:rsidP="00FD16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B12CAB" wp14:editId="098CC8DA">
                <wp:simplePos x="0" y="0"/>
                <wp:positionH relativeFrom="column">
                  <wp:posOffset>-532765</wp:posOffset>
                </wp:positionH>
                <wp:positionV relativeFrom="paragraph">
                  <wp:posOffset>552450</wp:posOffset>
                </wp:positionV>
                <wp:extent cx="2199640" cy="415925"/>
                <wp:effectExtent l="0" t="0" r="10160" b="15875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41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0B0E" w14:textId="05978AC7" w:rsidR="00DB220A" w:rsidRPr="00DB220A" w:rsidRDefault="00DB220A" w:rsidP="00DB220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B220A"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Processamento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B12CAB" id="Retângulo 8" o:spid="_x0000_s1028" style="position:absolute;margin-left:-41.95pt;margin-top:43.5pt;width:173.2pt;height:32.7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" filled="f" strokecolor="black [3213]" strokeweight="1pt">
                <v:textbox>
                  <w:txbxContent>
                    <w:p w14:paraId="165D0B0E" w14:textId="05978AC7" w:rsidR="00DB220A" w:rsidRPr="00DB220A" w:rsidRDefault="00DB220A" w:rsidP="00DB220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 w:rsidRPr="00DB220A"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Processamento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A018FA" wp14:editId="3FAA7665">
                <wp:simplePos x="0" y="0"/>
                <wp:positionH relativeFrom="column">
                  <wp:posOffset>-529590</wp:posOffset>
                </wp:positionH>
                <wp:positionV relativeFrom="paragraph">
                  <wp:posOffset>1929765</wp:posOffset>
                </wp:positionV>
                <wp:extent cx="2199640" cy="415925"/>
                <wp:effectExtent l="0" t="0" r="10160" b="15875"/>
                <wp:wrapNone/>
                <wp:docPr id="10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41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2A15F" w14:textId="3A42177B" w:rsidR="00DB220A" w:rsidRPr="00DB220A" w:rsidRDefault="00DB220A" w:rsidP="00DB220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A018FA" id="Retângulo 10" o:spid="_x0000_s1029" style="position:absolute;margin-left:-41.7pt;margin-top:151.95pt;width:173.2pt;height:32.7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" filled="f" strokecolor="black [3213]" strokeweight="1pt">
                <v:textbox>
                  <w:txbxContent>
                    <w:p w14:paraId="7862A15F" w14:textId="3A42177B" w:rsidR="00DB220A" w:rsidRPr="00DB220A" w:rsidRDefault="00DB220A" w:rsidP="00DB220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Input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55FC40" wp14:editId="4BFCE358">
                <wp:simplePos x="0" y="0"/>
                <wp:positionH relativeFrom="column">
                  <wp:posOffset>1725295</wp:posOffset>
                </wp:positionH>
                <wp:positionV relativeFrom="paragraph">
                  <wp:posOffset>1256665</wp:posOffset>
                </wp:positionV>
                <wp:extent cx="2199640" cy="415925"/>
                <wp:effectExtent l="0" t="0" r="10160" b="15875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41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3EDC04" w14:textId="50B98651" w:rsidR="00DB220A" w:rsidRPr="00DB220A" w:rsidRDefault="00DB220A" w:rsidP="00DB220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CPU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55FC40" id="Retângulo 9" o:spid="_x0000_s1030" style="position:absolute;margin-left:135.85pt;margin-top:98.95pt;width:173.2pt;height:32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" filled="f" strokecolor="black [3213]" strokeweight="1pt">
                <v:textbox>
                  <w:txbxContent>
                    <w:p w14:paraId="6C3EDC04" w14:textId="50B98651" w:rsidR="00DB220A" w:rsidRPr="00DB220A" w:rsidRDefault="00DB220A" w:rsidP="00DB220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CPU</w:t>
                      </w:r>
                    </w:p>
                  </w:txbxContent>
                </v:textbox>
              </v:rect>
            </w:pict>
          </mc:Fallback>
        </mc:AlternateContent>
      </w:r>
      <w:r w:rsidRPr="00DB220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5058DC" wp14:editId="1C643974">
                <wp:simplePos x="0" y="0"/>
                <wp:positionH relativeFrom="column">
                  <wp:posOffset>3974465</wp:posOffset>
                </wp:positionH>
                <wp:positionV relativeFrom="paragraph">
                  <wp:posOffset>548640</wp:posOffset>
                </wp:positionV>
                <wp:extent cx="2199640" cy="415925"/>
                <wp:effectExtent l="0" t="0" r="10160" b="15875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41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DCACFF" w14:textId="4515F072" w:rsidR="00DB220A" w:rsidRPr="00DB220A" w:rsidRDefault="00DB220A" w:rsidP="00DB220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Disco Rígido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5058DC" id="Retângulo 12" o:spid="_x0000_s1031" style="position:absolute;margin-left:312.95pt;margin-top:43.2pt;width:173.2pt;height:32.7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" filled="f" strokecolor="black [3213]" strokeweight="1pt">
                <v:textbox>
                  <w:txbxContent>
                    <w:p w14:paraId="27DCACFF" w14:textId="4515F072" w:rsidR="00DB220A" w:rsidRPr="00DB220A" w:rsidRDefault="00DB220A" w:rsidP="00DB220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Disco Rígido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198822" wp14:editId="1F30561C">
                <wp:simplePos x="0" y="0"/>
                <wp:positionH relativeFrom="column">
                  <wp:posOffset>3919855</wp:posOffset>
                </wp:positionH>
                <wp:positionV relativeFrom="paragraph">
                  <wp:posOffset>1929149</wp:posOffset>
                </wp:positionV>
                <wp:extent cx="2199640" cy="415925"/>
                <wp:effectExtent l="0" t="0" r="10160" b="15875"/>
                <wp:wrapNone/>
                <wp:docPr id="11" name="Retâ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41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8B9BBC" w14:textId="640A78AF" w:rsidR="00DB220A" w:rsidRPr="00DB220A" w:rsidRDefault="00DB220A" w:rsidP="00DB220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198822" id="Retângulo 11" o:spid="_x0000_s1032" style="position:absolute;margin-left:308.65pt;margin-top:151.9pt;width:173.2pt;height:32.7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" filled="f" strokecolor="black [3213]" strokeweight="1pt">
                <v:textbox>
                  <w:txbxContent>
                    <w:p w14:paraId="148B9BBC" w14:textId="640A78AF" w:rsidR="00DB220A" w:rsidRPr="00DB220A" w:rsidRDefault="00DB220A" w:rsidP="00DB220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Output</w:t>
                      </w:r>
                    </w:p>
                  </w:txbxContent>
                </v:textbox>
              </v:rect>
            </w:pict>
          </mc:Fallback>
        </mc:AlternateContent>
      </w:r>
      <w:r w:rsidR="0077195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EC524C" wp14:editId="28246115">
                <wp:simplePos x="0" y="0"/>
                <wp:positionH relativeFrom="column">
                  <wp:posOffset>2134464</wp:posOffset>
                </wp:positionH>
                <wp:positionV relativeFrom="paragraph">
                  <wp:posOffset>2417512</wp:posOffset>
                </wp:positionV>
                <wp:extent cx="2469728" cy="176065"/>
                <wp:effectExtent l="0" t="0" r="0" b="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728" cy="17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B11BD" w14:textId="77777777" w:rsidR="00771955" w:rsidRPr="00771955" w:rsidRDefault="00771955" w:rsidP="007719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7719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  <w:t>https://innovationorigins.com/study-74-percent-of-germans-would-use-an-autonomous-car/</w:t>
                            </w:r>
                          </w:p>
                          <w:p w14:paraId="38916981" w14:textId="554BA238" w:rsidR="00771955" w:rsidRDefault="00771955" w:rsidP="00771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C524C" id="Retângulo 6" o:spid="_x0000_s1033" style="position:absolute;margin-left:168.05pt;margin-top:190.35pt;width:194.45pt;height:1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" filled="f" stroked="f" strokeweight="1pt">
                <v:textbox>
                  <w:txbxContent>
                    <w:p w14:paraId="519B11BD" w14:textId="77777777" w:rsidR="00771955" w:rsidRPr="00771955" w:rsidRDefault="00771955" w:rsidP="0077195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</w:pPr>
                      <w:r w:rsidRPr="007719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  <w:t>https://innovationorigins.com/study-74-percent-of-germans-would-use-an-autonomous-car/</w:t>
                      </w:r>
                    </w:p>
                    <w:p w14:paraId="38916981" w14:textId="554BA238" w:rsidR="00771955" w:rsidRDefault="00771955" w:rsidP="007719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9058B4" w:rsidRPr="00EE47B9" w:rsidSect="002A7740">
      <w:footerReference w:type="default" r:id="rId7"/>
      <w:footerReference w:type="first" r:id="rId8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B117D" w14:textId="77777777" w:rsidR="003F5A7C" w:rsidRDefault="003F5A7C" w:rsidP="00071526">
      <w:r>
        <w:separator/>
      </w:r>
    </w:p>
  </w:endnote>
  <w:endnote w:type="continuationSeparator" w:id="0">
    <w:p w14:paraId="3721D156" w14:textId="77777777" w:rsidR="003F5A7C" w:rsidRDefault="003F5A7C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5ADD8E18" w:rsidR="00CD1AAC" w:rsidRDefault="00D450A3" w:rsidP="00CD1AAC">
    <w:pPr>
      <w:pStyle w:val="Rodap"/>
      <w:pBdr>
        <w:top w:val="single" w:sz="48" w:space="1" w:color="1F628E"/>
      </w:pBdr>
    </w:pPr>
    <w:r>
      <w:t>Mas q</w:t>
    </w:r>
    <w:r w:rsidR="00D20846">
      <w:t>ue voz é esta?</w:t>
    </w:r>
  </w:p>
  <w:p w14:paraId="4E8AAC98" w14:textId="72CC3027" w:rsidR="00CD1AAC" w:rsidRDefault="00D20846">
    <w:pPr>
      <w:pStyle w:val="Rodap"/>
    </w:pPr>
    <w:r>
      <w:t>4</w:t>
    </w:r>
    <w:r w:rsidR="00CD1AAC">
      <w:t>.º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66306E77" w:rsidR="0035214F" w:rsidRDefault="00923B56" w:rsidP="0035214F">
    <w:pPr>
      <w:pStyle w:val="Rodap"/>
      <w:pBdr>
        <w:top w:val="single" w:sz="48" w:space="1" w:color="1F628E"/>
      </w:pBdr>
    </w:pPr>
    <w:r>
      <w:t>Como funciona um computador?</w:t>
    </w:r>
  </w:p>
  <w:p w14:paraId="7D215F7B" w14:textId="4A8F9C20" w:rsidR="0035214F" w:rsidRDefault="0035214F">
    <w:pPr>
      <w:pStyle w:val="Rodap"/>
    </w:pPr>
    <w:r>
      <w:t xml:space="preserve">1.º / 2.º Ano | </w:t>
    </w:r>
    <w:r w:rsidR="00954F4E" w:rsidRPr="00954F4E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A399C" w14:textId="77777777" w:rsidR="003F5A7C" w:rsidRDefault="003F5A7C" w:rsidP="00071526">
      <w:r>
        <w:separator/>
      </w:r>
    </w:p>
  </w:footnote>
  <w:footnote w:type="continuationSeparator" w:id="0">
    <w:p w14:paraId="2FD1379C" w14:textId="77777777" w:rsidR="003F5A7C" w:rsidRDefault="003F5A7C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55BA0"/>
    <w:rsid w:val="00071526"/>
    <w:rsid w:val="000725A5"/>
    <w:rsid w:val="000B27A7"/>
    <w:rsid w:val="000F1D10"/>
    <w:rsid w:val="000F5997"/>
    <w:rsid w:val="0018247E"/>
    <w:rsid w:val="00185955"/>
    <w:rsid w:val="00186E9D"/>
    <w:rsid w:val="001A0C0D"/>
    <w:rsid w:val="001C3DD4"/>
    <w:rsid w:val="001C663F"/>
    <w:rsid w:val="001E18F5"/>
    <w:rsid w:val="001F4D9B"/>
    <w:rsid w:val="001F5205"/>
    <w:rsid w:val="00237EFF"/>
    <w:rsid w:val="002578E6"/>
    <w:rsid w:val="00274B41"/>
    <w:rsid w:val="0029238C"/>
    <w:rsid w:val="002A7740"/>
    <w:rsid w:val="002B6229"/>
    <w:rsid w:val="003039D7"/>
    <w:rsid w:val="00314B31"/>
    <w:rsid w:val="00326593"/>
    <w:rsid w:val="003377C3"/>
    <w:rsid w:val="00340B78"/>
    <w:rsid w:val="0035214F"/>
    <w:rsid w:val="00356E37"/>
    <w:rsid w:val="00364F18"/>
    <w:rsid w:val="00376F69"/>
    <w:rsid w:val="00384D0A"/>
    <w:rsid w:val="00387D60"/>
    <w:rsid w:val="003F5A7C"/>
    <w:rsid w:val="00417D80"/>
    <w:rsid w:val="00423A0A"/>
    <w:rsid w:val="0044558A"/>
    <w:rsid w:val="004A1C06"/>
    <w:rsid w:val="004D0F77"/>
    <w:rsid w:val="004D671D"/>
    <w:rsid w:val="00503E78"/>
    <w:rsid w:val="00567F3D"/>
    <w:rsid w:val="005D0521"/>
    <w:rsid w:val="005F0AAE"/>
    <w:rsid w:val="005F0D35"/>
    <w:rsid w:val="00646F3F"/>
    <w:rsid w:val="006D77FC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806FCA"/>
    <w:rsid w:val="00830C52"/>
    <w:rsid w:val="0084498A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3B56"/>
    <w:rsid w:val="00924B8A"/>
    <w:rsid w:val="00954F4E"/>
    <w:rsid w:val="0099116D"/>
    <w:rsid w:val="009A025D"/>
    <w:rsid w:val="009B28C9"/>
    <w:rsid w:val="009C019E"/>
    <w:rsid w:val="009C0401"/>
    <w:rsid w:val="009D48BC"/>
    <w:rsid w:val="00A2275F"/>
    <w:rsid w:val="00A32F0C"/>
    <w:rsid w:val="00A55530"/>
    <w:rsid w:val="00AA240D"/>
    <w:rsid w:val="00AC5F64"/>
    <w:rsid w:val="00AE6778"/>
    <w:rsid w:val="00AF31B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1926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60BE4"/>
    <w:rsid w:val="00D86C4C"/>
    <w:rsid w:val="00DA3E49"/>
    <w:rsid w:val="00DB220A"/>
    <w:rsid w:val="00DB5100"/>
    <w:rsid w:val="00DD0877"/>
    <w:rsid w:val="00DD38CE"/>
    <w:rsid w:val="00DF23A3"/>
    <w:rsid w:val="00DF7EE7"/>
    <w:rsid w:val="00E003D6"/>
    <w:rsid w:val="00E14FE3"/>
    <w:rsid w:val="00E21C6A"/>
    <w:rsid w:val="00E548DF"/>
    <w:rsid w:val="00EE04A7"/>
    <w:rsid w:val="00EE47B9"/>
    <w:rsid w:val="00F079D9"/>
    <w:rsid w:val="00F2216F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18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6</cp:revision>
  <dcterms:created xsi:type="dcterms:W3CDTF">2022-02-23T15:32:00Z</dcterms:created>
  <dcterms:modified xsi:type="dcterms:W3CDTF">2022-05-20T12:34:00Z</dcterms:modified>
</cp:coreProperties>
</file>